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E82A93" w:rsidRPr="00E82A93">
        <w:t xml:space="preserve">Zrušení přejezdu P6801 v km 179,826 trati Brno – Č. Třebová a výstavba podchodu v </w:t>
      </w:r>
      <w:proofErr w:type="spellStart"/>
      <w:r w:rsidR="00E82A93" w:rsidRPr="00E82A93">
        <w:t>zast</w:t>
      </w:r>
      <w:proofErr w:type="spellEnd"/>
      <w:r w:rsidR="00E82A93" w:rsidRPr="00E82A93">
        <w:t>. Blansko</w:t>
      </w:r>
      <w:r w:rsidR="00E82A93">
        <w:t>,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E82A93"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t>724 932 278</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E82A93" w:rsidP="00F91101">
      <w:pPr>
        <w:spacing w:after="120"/>
        <w:ind w:left="567"/>
        <w:jc w:val="both"/>
        <w:rPr>
          <w:rFonts w:ascii="Verdana" w:hAnsi="Verdana" w:cs="Calibri"/>
        </w:rPr>
      </w:pPr>
      <w:r>
        <w:t>Ing. Jiří Dittmer</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724 932 287</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E82A93">
        <w:t>5623510024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E82A93" w:rsidRPr="00BE5B0D">
        <w:rPr>
          <w:rFonts w:asciiTheme="majorHAnsi" w:hAnsiTheme="majorHAnsi" w:cs="Calibri"/>
          <w:b/>
          <w:sz w:val="20"/>
          <w:szCs w:val="20"/>
        </w:rPr>
        <w:t xml:space="preserve">Zrušení přejezdu P6801 v km 179,826 trati Brno – Č. Třebová a výstavba podchodu v </w:t>
      </w:r>
      <w:proofErr w:type="spellStart"/>
      <w:r w:rsidR="00E82A93" w:rsidRPr="00BE5B0D">
        <w:rPr>
          <w:rFonts w:asciiTheme="majorHAnsi" w:hAnsiTheme="majorHAnsi" w:cs="Calibri"/>
          <w:b/>
          <w:sz w:val="20"/>
          <w:szCs w:val="20"/>
        </w:rPr>
        <w:t>zast</w:t>
      </w:r>
      <w:proofErr w:type="spellEnd"/>
      <w:r w:rsidR="00E82A93" w:rsidRPr="00BE5B0D">
        <w:rPr>
          <w:rFonts w:asciiTheme="majorHAnsi" w:hAnsiTheme="majorHAnsi" w:cs="Calibri"/>
          <w:b/>
          <w:sz w:val="20"/>
          <w:szCs w:val="20"/>
        </w:rPr>
        <w:t>. Blansko</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E82A93" w:rsidRPr="00E82A93">
        <w:rPr>
          <w:rFonts w:cs="Arial"/>
          <w:b/>
        </w:rPr>
        <w:t xml:space="preserve">11 </w:t>
      </w:r>
      <w:r w:rsidRPr="00E82A93">
        <w:rPr>
          <w:b/>
        </w:rPr>
        <w:t xml:space="preserve">měsíců </w:t>
      </w:r>
      <w:r w:rsidRPr="005C7EED">
        <w:t>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bookmarkStart w:id="1" w:name="_GoBack"/>
      <w:bookmarkEnd w:id="1"/>
    </w:p>
    <w:p w:rsidR="00E901A3" w:rsidRPr="00E82A93" w:rsidRDefault="00FD08AA" w:rsidP="00E82A93">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sectPr w:rsidR="00E901A3" w:rsidRPr="00E82A93"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A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2A9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2A93"/>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C52D638"/>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865257B-255F-4727-8B97-C1E1136E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23</TotalTime>
  <Pages>12</Pages>
  <Words>5870</Words>
  <Characters>34636</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2019-03-12T14:16:00Z</cp:lastPrinted>
  <dcterms:created xsi:type="dcterms:W3CDTF">2021-06-01T05:51:00Z</dcterms:created>
  <dcterms:modified xsi:type="dcterms:W3CDTF">2022-01-05T11:52:00Z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